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C08390" w14:textId="0E56712E" w:rsidR="00725BE1" w:rsidRPr="00336B36" w:rsidRDefault="00336B36" w:rsidP="003E20BA">
      <w:pPr>
        <w:jc w:val="left"/>
        <w:outlineLvl w:val="0"/>
        <w:rPr>
          <w:bCs/>
        </w:rPr>
      </w:pPr>
      <w:r w:rsidRPr="00336B36">
        <w:rPr>
          <w:bCs/>
        </w:rPr>
        <w:t>12</w:t>
      </w:r>
      <w:r w:rsidR="005D0021" w:rsidRPr="00336B36">
        <w:rPr>
          <w:bCs/>
        </w:rPr>
        <w:t>.</w:t>
      </w:r>
      <w:r w:rsidR="00FF0D93" w:rsidRPr="00336B36">
        <w:rPr>
          <w:bCs/>
        </w:rPr>
        <w:t>06</w:t>
      </w:r>
      <w:r w:rsidR="005D0021" w:rsidRPr="00336B36">
        <w:rPr>
          <w:bCs/>
        </w:rPr>
        <w:t>.</w:t>
      </w:r>
      <w:r w:rsidR="00FF0D93" w:rsidRPr="00336B36">
        <w:rPr>
          <w:bCs/>
        </w:rPr>
        <w:t>2025</w:t>
      </w:r>
    </w:p>
    <w:p w14:paraId="5083DD97" w14:textId="77777777" w:rsidR="008B60CF" w:rsidRPr="002D57F3" w:rsidRDefault="008B60CF" w:rsidP="008B60CF">
      <w:pPr>
        <w:jc w:val="left"/>
        <w:rPr>
          <w:bCs/>
          <w:iCs/>
        </w:rPr>
      </w:pPr>
    </w:p>
    <w:p w14:paraId="6DD8BF1F" w14:textId="06EA459E" w:rsidR="008B60CF" w:rsidRPr="00B22B54" w:rsidRDefault="00FF0D93" w:rsidP="008B60CF">
      <w:pPr>
        <w:jc w:val="left"/>
        <w:rPr>
          <w:b/>
          <w:sz w:val="29"/>
          <w:szCs w:val="29"/>
        </w:rPr>
      </w:pPr>
      <w:r>
        <w:rPr>
          <w:b/>
          <w:sz w:val="29"/>
          <w:szCs w:val="29"/>
        </w:rPr>
        <w:t xml:space="preserve">Wilo wird Mitglied </w:t>
      </w:r>
      <w:r w:rsidR="006731B5">
        <w:rPr>
          <w:b/>
          <w:sz w:val="29"/>
          <w:szCs w:val="29"/>
        </w:rPr>
        <w:t>des</w:t>
      </w:r>
      <w:r>
        <w:rPr>
          <w:b/>
          <w:sz w:val="29"/>
          <w:szCs w:val="29"/>
        </w:rPr>
        <w:t xml:space="preserve"> </w:t>
      </w:r>
      <w:proofErr w:type="gramStart"/>
      <w:r>
        <w:rPr>
          <w:b/>
          <w:sz w:val="29"/>
          <w:szCs w:val="29"/>
        </w:rPr>
        <w:t>KI Park</w:t>
      </w:r>
      <w:proofErr w:type="gramEnd"/>
      <w:r>
        <w:rPr>
          <w:b/>
          <w:sz w:val="29"/>
          <w:szCs w:val="29"/>
        </w:rPr>
        <w:t xml:space="preserve"> e. V.: Für eine nachhaltige Zukunft mit Künstlicher Intelligenz</w:t>
      </w:r>
    </w:p>
    <w:p w14:paraId="2F28FD3A" w14:textId="41970516" w:rsidR="004F7A3A" w:rsidRPr="00B22B54" w:rsidRDefault="00FF0D93" w:rsidP="004F7A3A">
      <w:pPr>
        <w:rPr>
          <w:rFonts w:eastAsia="Calibri" w:cs="Arial"/>
          <w:lang w:eastAsia="en-US"/>
        </w:rPr>
      </w:pPr>
      <w:r>
        <w:rPr>
          <w:rFonts w:eastAsia="Calibri" w:cs="Arial"/>
          <w:lang w:eastAsia="en-US"/>
        </w:rPr>
        <w:t>Multinationaler Technologiekonzern bringt sich in Fortschrittsdialog ein</w:t>
      </w:r>
    </w:p>
    <w:p w14:paraId="52876260" w14:textId="77777777" w:rsidR="00FE6C1E" w:rsidRPr="00B22B54" w:rsidRDefault="00FE6C1E" w:rsidP="00462C02">
      <w:pPr>
        <w:rPr>
          <w:rFonts w:eastAsia="Calibri" w:cs="Arial"/>
          <w:lang w:eastAsia="en-US"/>
        </w:rPr>
      </w:pPr>
    </w:p>
    <w:p w14:paraId="7DF0120A" w14:textId="38A73F4E" w:rsidR="00597966" w:rsidRDefault="00022831" w:rsidP="001A14DF">
      <w:pPr>
        <w:rPr>
          <w:rFonts w:eastAsia="Calibri" w:cs="Arial"/>
          <w:bCs/>
          <w:lang w:eastAsia="en-US"/>
        </w:rPr>
      </w:pPr>
      <w:r>
        <w:rPr>
          <w:rFonts w:eastAsia="Calibri" w:cs="Arial"/>
          <w:b/>
          <w:lang w:eastAsia="en-US"/>
        </w:rPr>
        <w:t>Berlin</w:t>
      </w:r>
      <w:r w:rsidR="005D0021" w:rsidRPr="00F77DD2">
        <w:rPr>
          <w:rFonts w:eastAsia="Calibri" w:cs="Arial"/>
          <w:b/>
          <w:lang w:eastAsia="en-US"/>
        </w:rPr>
        <w:t>.</w:t>
      </w:r>
      <w:r w:rsidR="00230D75">
        <w:rPr>
          <w:rFonts w:eastAsia="Calibri" w:cs="Arial"/>
          <w:b/>
          <w:lang w:eastAsia="en-US"/>
        </w:rPr>
        <w:t xml:space="preserve"> </w:t>
      </w:r>
      <w:r>
        <w:rPr>
          <w:rFonts w:eastAsia="Calibri" w:cs="Arial"/>
          <w:bCs/>
          <w:lang w:eastAsia="en-US"/>
        </w:rPr>
        <w:t>Die multinationale Wilo Group ist dem</w:t>
      </w:r>
      <w:r w:rsidR="00E420F6">
        <w:rPr>
          <w:rFonts w:eastAsia="Calibri" w:cs="Arial"/>
          <w:bCs/>
          <w:lang w:eastAsia="en-US"/>
        </w:rPr>
        <w:t xml:space="preserve"> </w:t>
      </w:r>
      <w:proofErr w:type="gramStart"/>
      <w:r>
        <w:rPr>
          <w:rFonts w:eastAsia="Calibri" w:cs="Arial"/>
          <w:bCs/>
          <w:lang w:eastAsia="en-US"/>
        </w:rPr>
        <w:t>KI Park</w:t>
      </w:r>
      <w:proofErr w:type="gramEnd"/>
      <w:r>
        <w:rPr>
          <w:rFonts w:eastAsia="Calibri" w:cs="Arial"/>
          <w:bCs/>
          <w:lang w:eastAsia="en-US"/>
        </w:rPr>
        <w:t xml:space="preserve"> e. V. beigetreten. Das Innovationsökosystem für Künstliche Intelligenz vereint Unternehmen, Start-ups, Forschungseinrichtungen sowie gesellschaftliche und politische Akteure mit dem Ziel, KI-Innovationen </w:t>
      </w:r>
      <w:r w:rsidR="00E420F6">
        <w:rPr>
          <w:rFonts w:eastAsia="Calibri" w:cs="Arial"/>
          <w:bCs/>
          <w:lang w:eastAsia="en-US"/>
        </w:rPr>
        <w:t>„</w:t>
      </w:r>
      <w:proofErr w:type="spellStart"/>
      <w:r w:rsidR="00E420F6">
        <w:rPr>
          <w:rFonts w:eastAsia="Calibri" w:cs="Arial"/>
          <w:bCs/>
          <w:lang w:eastAsia="en-US"/>
        </w:rPr>
        <w:t>made</w:t>
      </w:r>
      <w:proofErr w:type="spellEnd"/>
      <w:r w:rsidR="00E420F6">
        <w:rPr>
          <w:rFonts w:eastAsia="Calibri" w:cs="Arial"/>
          <w:bCs/>
          <w:lang w:eastAsia="en-US"/>
        </w:rPr>
        <w:t xml:space="preserve"> in Germany and Europe“ voranzutreiben.</w:t>
      </w:r>
      <w:r w:rsidR="00FF0D93">
        <w:rPr>
          <w:rFonts w:eastAsia="Calibri" w:cs="Arial"/>
          <w:bCs/>
          <w:lang w:eastAsia="en-US"/>
        </w:rPr>
        <w:t xml:space="preserve"> Als neues Mitglied wird sich der Technologiekonzern aktiv in die Gestaltung dieser Entwicklung einbringen.</w:t>
      </w:r>
    </w:p>
    <w:p w14:paraId="03C88CB3" w14:textId="77777777" w:rsidR="00FF0D93" w:rsidRDefault="00FF0D93" w:rsidP="001A14DF">
      <w:pPr>
        <w:rPr>
          <w:rFonts w:eastAsia="Calibri" w:cs="Arial"/>
          <w:bCs/>
          <w:lang w:eastAsia="en-US"/>
        </w:rPr>
      </w:pPr>
    </w:p>
    <w:p w14:paraId="53683291" w14:textId="24BA920D" w:rsidR="00FF0D93" w:rsidRDefault="00FF0D93" w:rsidP="001A14DF">
      <w:pPr>
        <w:rPr>
          <w:rFonts w:eastAsia="Calibri" w:cs="Arial"/>
          <w:bCs/>
          <w:lang w:eastAsia="en-US"/>
        </w:rPr>
      </w:pPr>
      <w:r>
        <w:rPr>
          <w:rFonts w:eastAsia="Calibri" w:cs="Arial"/>
          <w:bCs/>
          <w:lang w:eastAsia="en-US"/>
        </w:rPr>
        <w:t xml:space="preserve">„Wir können mit zahlreichen Anwendungen in der Entwicklung und Produktion unserer Produkte, Systeme und Lösungen schon heute als echter KI-Pionier gelten“, erklärt Oliver Hermes, </w:t>
      </w:r>
      <w:proofErr w:type="spellStart"/>
      <w:r>
        <w:rPr>
          <w:rFonts w:eastAsia="Calibri" w:cs="Arial"/>
          <w:bCs/>
          <w:lang w:eastAsia="en-US"/>
        </w:rPr>
        <w:t>President</w:t>
      </w:r>
      <w:proofErr w:type="spellEnd"/>
      <w:r>
        <w:rPr>
          <w:rFonts w:eastAsia="Calibri" w:cs="Arial"/>
          <w:bCs/>
          <w:lang w:eastAsia="en-US"/>
        </w:rPr>
        <w:t xml:space="preserve"> &amp; Global CEO der Wilo Group. „Ein herausragendes Beispiel dafür ist ohne Zweifel unsere Hightech-Fabrik am Konzernhauptsitz in Dortmund, die Smart Factory.“</w:t>
      </w:r>
      <w:r w:rsidR="00F16DA9">
        <w:rPr>
          <w:rFonts w:eastAsia="Calibri" w:cs="Arial"/>
          <w:bCs/>
          <w:lang w:eastAsia="en-US"/>
        </w:rPr>
        <w:t xml:space="preserve"> Doch auch abseits der eigenen Labore und Fabriken gestaltet Wilo die nachhaltige KI-Zukunft mit. Peter Glauner, Regional CEO &amp; CSO von Wilo Europe: „Unsere Pumpen und Pumpensysteme </w:t>
      </w:r>
      <w:r w:rsidR="006731B5">
        <w:rPr>
          <w:rFonts w:eastAsia="Calibri" w:cs="Arial"/>
          <w:bCs/>
          <w:lang w:eastAsia="en-US"/>
        </w:rPr>
        <w:t xml:space="preserve">kommen </w:t>
      </w:r>
      <w:r w:rsidR="00F16DA9">
        <w:rPr>
          <w:rFonts w:eastAsia="Calibri" w:cs="Arial"/>
          <w:bCs/>
          <w:lang w:eastAsia="en-US"/>
        </w:rPr>
        <w:t xml:space="preserve">entlang der gesamten Wertschöpfungskette von KI </w:t>
      </w:r>
      <w:r w:rsidR="006731B5">
        <w:rPr>
          <w:rFonts w:eastAsia="Calibri" w:cs="Arial"/>
          <w:bCs/>
          <w:lang w:eastAsia="en-US"/>
        </w:rPr>
        <w:t>zum Einsatz, etwa in der Kühlung von Datenzentren.“</w:t>
      </w:r>
    </w:p>
    <w:p w14:paraId="4E2501BA" w14:textId="77777777" w:rsidR="006731B5" w:rsidRDefault="006731B5" w:rsidP="001A14DF">
      <w:pPr>
        <w:rPr>
          <w:rFonts w:eastAsia="Calibri" w:cs="Arial"/>
          <w:bCs/>
          <w:lang w:eastAsia="en-US"/>
        </w:rPr>
      </w:pPr>
    </w:p>
    <w:p w14:paraId="25826465" w14:textId="3A740EA0" w:rsidR="006731B5" w:rsidRDefault="006731B5" w:rsidP="001A14DF">
      <w:pPr>
        <w:rPr>
          <w:rFonts w:eastAsia="Calibri" w:cs="Arial"/>
          <w:bCs/>
          <w:lang w:eastAsia="en-US"/>
        </w:rPr>
      </w:pPr>
      <w:r>
        <w:rPr>
          <w:rFonts w:eastAsia="Calibri" w:cs="Arial"/>
          <w:bCs/>
          <w:lang w:eastAsia="en-US"/>
        </w:rPr>
        <w:t>„</w:t>
      </w:r>
      <w:r w:rsidRPr="006731B5">
        <w:rPr>
          <w:rFonts w:eastAsia="Calibri" w:cs="Arial"/>
          <w:bCs/>
          <w:lang w:eastAsia="en-US"/>
        </w:rPr>
        <w:t>KI ist eine Schlüsseltechnologie für die Wettbewerbsfähigkeit des deutschen und europäischen Innovationsstandorts</w:t>
      </w:r>
      <w:r>
        <w:rPr>
          <w:rFonts w:eastAsia="Calibri" w:cs="Arial"/>
          <w:bCs/>
          <w:lang w:eastAsia="en-US"/>
        </w:rPr>
        <w:t xml:space="preserve">“, sagt Dr. Florian Schütz, Managing </w:t>
      </w:r>
      <w:proofErr w:type="spellStart"/>
      <w:r>
        <w:rPr>
          <w:rFonts w:eastAsia="Calibri" w:cs="Arial"/>
          <w:bCs/>
          <w:lang w:eastAsia="en-US"/>
        </w:rPr>
        <w:t>Director</w:t>
      </w:r>
      <w:proofErr w:type="spellEnd"/>
      <w:r>
        <w:rPr>
          <w:rFonts w:eastAsia="Calibri" w:cs="Arial"/>
          <w:bCs/>
          <w:lang w:eastAsia="en-US"/>
        </w:rPr>
        <w:t xml:space="preserve"> des </w:t>
      </w:r>
      <w:proofErr w:type="gramStart"/>
      <w:r>
        <w:rPr>
          <w:rFonts w:eastAsia="Calibri" w:cs="Arial"/>
          <w:bCs/>
          <w:lang w:eastAsia="en-US"/>
        </w:rPr>
        <w:t>KI Park</w:t>
      </w:r>
      <w:proofErr w:type="gramEnd"/>
      <w:r>
        <w:rPr>
          <w:rFonts w:eastAsia="Calibri" w:cs="Arial"/>
          <w:bCs/>
          <w:lang w:eastAsia="en-US"/>
        </w:rPr>
        <w:t xml:space="preserve"> e. </w:t>
      </w:r>
      <w:proofErr w:type="gramStart"/>
      <w:r>
        <w:rPr>
          <w:rFonts w:eastAsia="Calibri" w:cs="Arial"/>
          <w:bCs/>
          <w:lang w:eastAsia="en-US"/>
        </w:rPr>
        <w:t>V..</w:t>
      </w:r>
      <w:proofErr w:type="gramEnd"/>
      <w:r>
        <w:rPr>
          <w:rFonts w:eastAsia="Calibri" w:cs="Arial"/>
          <w:bCs/>
          <w:lang w:eastAsia="en-US"/>
        </w:rPr>
        <w:t xml:space="preserve"> „Mehr noch: Sie ist</w:t>
      </w:r>
      <w:r w:rsidRPr="006731B5">
        <w:rPr>
          <w:rFonts w:eastAsia="Calibri" w:cs="Arial"/>
          <w:bCs/>
          <w:lang w:eastAsia="en-US"/>
        </w:rPr>
        <w:t xml:space="preserve"> ein Instrument</w:t>
      </w:r>
      <w:r>
        <w:rPr>
          <w:rFonts w:eastAsia="Calibri" w:cs="Arial"/>
          <w:bCs/>
          <w:lang w:eastAsia="en-US"/>
        </w:rPr>
        <w:t>, um die großen Herausforderungen unserer Zeit zu bewältigen und unsere Nachhaltigkeitsziele zu erreichen.“</w:t>
      </w:r>
      <w:r w:rsidRPr="006731B5">
        <w:rPr>
          <w:rFonts w:eastAsia="Calibri" w:cs="Arial"/>
          <w:bCs/>
          <w:lang w:eastAsia="en-US"/>
        </w:rPr>
        <w:t xml:space="preserve"> </w:t>
      </w:r>
      <w:r w:rsidR="00024468">
        <w:rPr>
          <w:rFonts w:eastAsia="Calibri" w:cs="Arial"/>
          <w:bCs/>
          <w:lang w:eastAsia="en-US"/>
        </w:rPr>
        <w:t>Daher sei besonders erfreulich, das Nachhaltigkeitsunternehmen Wilo in den Reihen der Mitglieder begrüßen zu dürfen. „Wir freuen uns auf den Austausch mit Wilo und sind uns sicher, in diesem neuen Mitglied einen wertvollen Partner gefunden zu haben.</w:t>
      </w:r>
      <w:r w:rsidR="00BC096D">
        <w:rPr>
          <w:rFonts w:eastAsia="Calibri" w:cs="Arial"/>
          <w:bCs/>
          <w:lang w:eastAsia="en-US"/>
        </w:rPr>
        <w:t xml:space="preserve"> Wilo glaubt an die transformative Kraft von KI. So, wie wir.</w:t>
      </w:r>
      <w:r w:rsidR="00024468">
        <w:rPr>
          <w:rFonts w:eastAsia="Calibri" w:cs="Arial"/>
          <w:bCs/>
          <w:lang w:eastAsia="en-US"/>
        </w:rPr>
        <w:t>“</w:t>
      </w:r>
    </w:p>
    <w:p w14:paraId="6EDCC398" w14:textId="77777777" w:rsidR="006731B5" w:rsidRPr="00597966" w:rsidRDefault="006731B5" w:rsidP="001A14DF">
      <w:pPr>
        <w:rPr>
          <w:rFonts w:eastAsia="Calibri" w:cs="Arial"/>
          <w:bCs/>
          <w:lang w:eastAsia="en-US"/>
        </w:rPr>
      </w:pPr>
    </w:p>
    <w:p w14:paraId="5E3BC966" w14:textId="08B2BDB5" w:rsidR="00B62BEE" w:rsidRDefault="00C1341B" w:rsidP="001A14DF">
      <w:pPr>
        <w:rPr>
          <w:rFonts w:eastAsia="Calibri" w:cs="Arial"/>
          <w:lang w:eastAsia="en-US"/>
        </w:rPr>
      </w:pPr>
      <w:r>
        <w:rPr>
          <w:rFonts w:eastAsia="Calibri" w:cs="Arial"/>
          <w:noProof/>
          <w:lang w:eastAsia="en-US"/>
        </w:rPr>
        <w:lastRenderedPageBreak/>
        <w:drawing>
          <wp:inline distT="0" distB="0" distL="0" distR="0" wp14:anchorId="3D0F5DD0" wp14:editId="4545302D">
            <wp:extent cx="5118735" cy="3620135"/>
            <wp:effectExtent l="0" t="0" r="5715" b="0"/>
            <wp:docPr id="195032135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18735" cy="3620135"/>
                    </a:xfrm>
                    <a:prstGeom prst="rect">
                      <a:avLst/>
                    </a:prstGeom>
                    <a:noFill/>
                    <a:ln>
                      <a:noFill/>
                    </a:ln>
                  </pic:spPr>
                </pic:pic>
              </a:graphicData>
            </a:graphic>
          </wp:inline>
        </w:drawing>
      </w:r>
    </w:p>
    <w:p w14:paraId="36AA37B4" w14:textId="76CD83C6" w:rsidR="00B62BEE" w:rsidRDefault="00B62BEE" w:rsidP="001A14DF">
      <w:pPr>
        <w:rPr>
          <w:rFonts w:eastAsia="Calibri" w:cs="Arial"/>
          <w:lang w:eastAsia="en-US"/>
        </w:rPr>
      </w:pPr>
      <w:r w:rsidRPr="00B62BEE">
        <w:rPr>
          <w:rFonts w:eastAsia="Calibri" w:cs="Arial"/>
          <w:b/>
          <w:bCs/>
          <w:lang w:eastAsia="en-US"/>
        </w:rPr>
        <w:t>Bildunterzeile:</w:t>
      </w:r>
      <w:r>
        <w:rPr>
          <w:rFonts w:eastAsia="Calibri" w:cs="Arial"/>
          <w:lang w:eastAsia="en-US"/>
        </w:rPr>
        <w:t xml:space="preserve"> </w:t>
      </w:r>
      <w:r w:rsidR="00C1341B">
        <w:rPr>
          <w:rFonts w:eastAsia="Calibri" w:cs="Arial"/>
          <w:lang w:eastAsia="en-US"/>
        </w:rPr>
        <w:t>Der Wilopark ist der Konzernhauptsitz der Wilo Group in Dortmund. Rechts im Bild: die Smart Factory</w:t>
      </w:r>
      <w:r>
        <w:rPr>
          <w:rFonts w:eastAsia="Calibri" w:cs="Arial"/>
          <w:lang w:eastAsia="en-US"/>
        </w:rPr>
        <w:t>. Bild: WILO SE</w:t>
      </w:r>
    </w:p>
    <w:p w14:paraId="3B27D293" w14:textId="77777777" w:rsidR="001A14DF" w:rsidRPr="00F77DD2" w:rsidRDefault="001A14DF" w:rsidP="001A14DF">
      <w:pPr>
        <w:rPr>
          <w:rFonts w:eastAsia="Calibri" w:cs="Arial"/>
          <w:lang w:eastAsia="en-US"/>
        </w:rPr>
      </w:pPr>
    </w:p>
    <w:p w14:paraId="01C6379C" w14:textId="77777777" w:rsidR="005D0021" w:rsidRPr="00F77DD2" w:rsidRDefault="00B22B54" w:rsidP="005D0021">
      <w:pPr>
        <w:jc w:val="left"/>
        <w:rPr>
          <w:b/>
        </w:rPr>
      </w:pPr>
      <w:r w:rsidRPr="00F77DD2">
        <w:rPr>
          <w:b/>
          <w:bCs/>
        </w:rPr>
        <w:t>Pressekontakt</w:t>
      </w:r>
      <w:r w:rsidR="005D0021" w:rsidRPr="00F77DD2">
        <w:rPr>
          <w:b/>
          <w:bCs/>
        </w:rPr>
        <w:t>:</w:t>
      </w:r>
    </w:p>
    <w:tbl>
      <w:tblPr>
        <w:tblW w:w="7938" w:type="dxa"/>
        <w:tblLook w:val="04A0" w:firstRow="1" w:lastRow="0" w:firstColumn="1" w:lastColumn="0" w:noHBand="0" w:noVBand="1"/>
      </w:tblPr>
      <w:tblGrid>
        <w:gridCol w:w="3969"/>
        <w:gridCol w:w="3969"/>
      </w:tblGrid>
      <w:tr w:rsidR="002D57F3" w:rsidRPr="00336B36" w14:paraId="078C55D5" w14:textId="77777777" w:rsidTr="002D57F3">
        <w:tc>
          <w:tcPr>
            <w:tcW w:w="3969" w:type="dxa"/>
            <w:tcMar>
              <w:left w:w="0" w:type="dxa"/>
              <w:right w:w="0" w:type="dxa"/>
            </w:tcMar>
          </w:tcPr>
          <w:p w14:paraId="2C5005DC" w14:textId="77777777" w:rsidR="00B62BEE" w:rsidRPr="00C1341B" w:rsidRDefault="00B62BEE" w:rsidP="00B62BEE">
            <w:pPr>
              <w:jc w:val="left"/>
              <w:rPr>
                <w:lang w:val="en-US"/>
              </w:rPr>
            </w:pPr>
            <w:r w:rsidRPr="00C1341B">
              <w:rPr>
                <w:lang w:val="en-US"/>
              </w:rPr>
              <w:t>Silas Schefers</w:t>
            </w:r>
          </w:p>
          <w:p w14:paraId="14FD8685" w14:textId="4B5BB759" w:rsidR="00105645" w:rsidRPr="00C1341B" w:rsidRDefault="00954404" w:rsidP="00B62BEE">
            <w:pPr>
              <w:jc w:val="left"/>
              <w:rPr>
                <w:lang w:val="en-US"/>
              </w:rPr>
            </w:pPr>
            <w:r w:rsidRPr="00C1341B">
              <w:rPr>
                <w:lang w:val="en-US"/>
              </w:rPr>
              <w:t xml:space="preserve">Wilo </w:t>
            </w:r>
            <w:r w:rsidR="00105645" w:rsidRPr="00C1341B">
              <w:rPr>
                <w:lang w:val="en-US"/>
              </w:rPr>
              <w:t>Gr</w:t>
            </w:r>
            <w:r w:rsidR="00022831" w:rsidRPr="00C1341B">
              <w:rPr>
                <w:lang w:val="en-US"/>
              </w:rPr>
              <w:t>oup</w:t>
            </w:r>
          </w:p>
          <w:p w14:paraId="5D1E4C45" w14:textId="77777777" w:rsidR="00B62BEE" w:rsidRPr="00C1341B" w:rsidRDefault="00B62BEE" w:rsidP="00B62BEE">
            <w:pPr>
              <w:jc w:val="left"/>
              <w:rPr>
                <w:lang w:val="en-US"/>
              </w:rPr>
            </w:pPr>
            <w:r w:rsidRPr="00C1341B">
              <w:rPr>
                <w:lang w:val="en-US"/>
              </w:rPr>
              <w:t>T: +49 231 4102 7160</w:t>
            </w:r>
          </w:p>
          <w:p w14:paraId="6E60D67E" w14:textId="77777777" w:rsidR="00B62BEE" w:rsidRPr="00C1341B" w:rsidRDefault="00B62BEE" w:rsidP="00B62BEE">
            <w:pPr>
              <w:rPr>
                <w:rFonts w:cs="Calibri"/>
                <w:lang w:val="en-US"/>
              </w:rPr>
            </w:pPr>
            <w:r w:rsidRPr="00C1341B">
              <w:rPr>
                <w:lang w:val="en-US"/>
              </w:rPr>
              <w:t>M: +49 173 895 91 87</w:t>
            </w:r>
          </w:p>
          <w:p w14:paraId="1411A167" w14:textId="77777777" w:rsidR="002D57F3" w:rsidRPr="00C1341B" w:rsidRDefault="00105645" w:rsidP="00B62BEE">
            <w:pPr>
              <w:jc w:val="left"/>
              <w:rPr>
                <w:rFonts w:ascii="Arial" w:hAnsi="Arial" w:cs="Times New Roman"/>
                <w:sz w:val="2"/>
                <w:szCs w:val="2"/>
                <w:lang w:val="en-US"/>
              </w:rPr>
            </w:pPr>
            <w:hyperlink r:id="rId9" w:history="1">
              <w:r w:rsidRPr="00C1341B">
                <w:rPr>
                  <w:rStyle w:val="Hyperlink"/>
                  <w:lang w:val="en-US"/>
                </w:rPr>
                <w:t>silas.schefers@wilo.com</w:t>
              </w:r>
            </w:hyperlink>
            <w:r w:rsidRPr="00C1341B">
              <w:rPr>
                <w:lang w:val="en-US"/>
              </w:rPr>
              <w:t xml:space="preserve"> </w:t>
            </w:r>
          </w:p>
        </w:tc>
        <w:tc>
          <w:tcPr>
            <w:tcW w:w="3969" w:type="dxa"/>
          </w:tcPr>
          <w:p w14:paraId="0369A930" w14:textId="77777777" w:rsidR="002D57F3" w:rsidRPr="00C1341B" w:rsidRDefault="002D57F3" w:rsidP="00B62BEE">
            <w:pPr>
              <w:jc w:val="left"/>
              <w:rPr>
                <w:lang w:val="en-US"/>
              </w:rPr>
            </w:pPr>
          </w:p>
        </w:tc>
      </w:tr>
    </w:tbl>
    <w:p w14:paraId="2DC5731E" w14:textId="77777777" w:rsidR="005D0021" w:rsidRPr="00C1341B" w:rsidRDefault="005D0021" w:rsidP="005D0021">
      <w:pPr>
        <w:ind w:right="-144"/>
        <w:jc w:val="left"/>
        <w:rPr>
          <w:lang w:val="en-US"/>
        </w:rPr>
      </w:pPr>
    </w:p>
    <w:p w14:paraId="0ADE1C38" w14:textId="77777777" w:rsidR="00B22B54" w:rsidRPr="00F80A37" w:rsidRDefault="00B22B54" w:rsidP="00B22B54">
      <w:pPr>
        <w:jc w:val="left"/>
        <w:rPr>
          <w:rFonts w:asciiTheme="majorHAnsi" w:hAnsiTheme="majorHAnsi"/>
          <w:b/>
          <w:sz w:val="14"/>
          <w:szCs w:val="14"/>
        </w:rPr>
      </w:pPr>
      <w:r w:rsidRPr="00F80A37">
        <w:rPr>
          <w:rFonts w:asciiTheme="majorHAnsi" w:hAnsiTheme="majorHAnsi"/>
          <w:b/>
          <w:sz w:val="14"/>
          <w:szCs w:val="14"/>
        </w:rPr>
        <w:t>Über Wilo:</w:t>
      </w:r>
    </w:p>
    <w:p w14:paraId="05ED4D6A" w14:textId="3FE99F0D" w:rsidR="00B22B54" w:rsidRPr="00F80A37" w:rsidRDefault="00B22B54" w:rsidP="00B22B54">
      <w:pPr>
        <w:autoSpaceDE w:val="0"/>
        <w:autoSpaceDN w:val="0"/>
        <w:adjustRightInd w:val="0"/>
        <w:jc w:val="left"/>
        <w:rPr>
          <w:rFonts w:asciiTheme="minorHAnsi" w:eastAsiaTheme="minorHAnsi" w:hAnsiTheme="minorHAnsi" w:cs="WILOPlusFM"/>
          <w:color w:val="1A1A18"/>
          <w:sz w:val="14"/>
          <w:szCs w:val="14"/>
        </w:rPr>
      </w:pPr>
      <w:r w:rsidRPr="00C97B7B">
        <w:rPr>
          <w:rFonts w:asciiTheme="minorHAnsi" w:eastAsiaTheme="minorHAnsi" w:hAnsiTheme="minorHAnsi" w:cs="WILOPlusFM"/>
          <w:color w:val="1A1A18"/>
          <w:sz w:val="14"/>
          <w:szCs w:val="14"/>
        </w:rPr>
        <w:t>Die Wilo Gr</w:t>
      </w:r>
      <w:r w:rsidR="00022831">
        <w:rPr>
          <w:rFonts w:asciiTheme="minorHAnsi" w:eastAsiaTheme="minorHAnsi" w:hAnsiTheme="minorHAnsi" w:cs="WILOPlusFM"/>
          <w:color w:val="1A1A18"/>
          <w:sz w:val="14"/>
          <w:szCs w:val="14"/>
        </w:rPr>
        <w:t>oup</w:t>
      </w:r>
      <w:r w:rsidRPr="00C97B7B">
        <w:rPr>
          <w:rFonts w:asciiTheme="minorHAnsi" w:eastAsiaTheme="minorHAnsi" w:hAnsiTheme="minorHAnsi" w:cs="WILOPlusFM"/>
          <w:color w:val="1A1A18"/>
          <w:sz w:val="14"/>
          <w:szCs w:val="14"/>
        </w:rPr>
        <w:t xml:space="preserve"> ist einer der weltweit führenden Premiumanbieter von Pumpen und Pumpensystemen für die Gebäudetechnik, die Wasserwirtschaft und die Industrie. In der vergangenen Dekade haben wir uns vom Hidden zum Visible und </w:t>
      </w:r>
      <w:proofErr w:type="spellStart"/>
      <w:r w:rsidRPr="00C97B7B">
        <w:rPr>
          <w:rFonts w:asciiTheme="minorHAnsi" w:eastAsiaTheme="minorHAnsi" w:hAnsiTheme="minorHAnsi" w:cs="WILOPlusFM"/>
          <w:color w:val="1A1A18"/>
          <w:sz w:val="14"/>
          <w:szCs w:val="14"/>
        </w:rPr>
        <w:t>Connected</w:t>
      </w:r>
      <w:proofErr w:type="spellEnd"/>
      <w:r w:rsidRPr="00C97B7B">
        <w:rPr>
          <w:rFonts w:asciiTheme="minorHAnsi" w:eastAsiaTheme="minorHAnsi" w:hAnsiTheme="minorHAnsi" w:cs="WILOPlusFM"/>
          <w:color w:val="1A1A18"/>
          <w:sz w:val="14"/>
          <w:szCs w:val="14"/>
        </w:rPr>
        <w:t xml:space="preserve"> Champion entwickelt. Heute sind </w:t>
      </w:r>
      <w:r w:rsidR="00E62EB1">
        <w:rPr>
          <w:rFonts w:asciiTheme="minorHAnsi" w:eastAsiaTheme="minorHAnsi" w:hAnsiTheme="minorHAnsi" w:cs="WILOPlusFM"/>
          <w:color w:val="1A1A18"/>
          <w:sz w:val="14"/>
          <w:szCs w:val="14"/>
        </w:rPr>
        <w:t>rund 9.000</w:t>
      </w:r>
      <w:r w:rsidRPr="00C97B7B">
        <w:rPr>
          <w:rFonts w:asciiTheme="minorHAnsi" w:eastAsiaTheme="minorHAnsi" w:hAnsiTheme="minorHAnsi" w:cs="WILOPlusFM"/>
          <w:color w:val="1A1A18"/>
          <w:sz w:val="14"/>
          <w:szCs w:val="14"/>
        </w:rPr>
        <w:t xml:space="preserve"> Mitarbeiterinnen und Mitarbeiter weltweit für Wilo tätig. Mit innovativen Lösungen, smarten Produkten und individuellen Services bewegen wir Wasser: intelligent, effizient und klimafreundlich. Schon heute sind wir mit unseren Produkten und Lösungen, Prozessen und Geschäftsmodellen der digitale Pionier der Branche.</w:t>
      </w:r>
    </w:p>
    <w:p w14:paraId="7BBF9067" w14:textId="77777777" w:rsidR="005D0021" w:rsidRPr="00B22B54" w:rsidRDefault="005D0021" w:rsidP="005D0021">
      <w:pPr>
        <w:autoSpaceDE w:val="0"/>
        <w:autoSpaceDN w:val="0"/>
        <w:adjustRightInd w:val="0"/>
        <w:jc w:val="left"/>
        <w:rPr>
          <w:rFonts w:asciiTheme="minorHAnsi" w:eastAsiaTheme="minorHAnsi" w:hAnsiTheme="minorHAnsi" w:cs="WILOPlusFM"/>
          <w:color w:val="1A1A18"/>
          <w:sz w:val="14"/>
          <w:szCs w:val="14"/>
        </w:rPr>
      </w:pPr>
    </w:p>
    <w:p w14:paraId="7F13C8C2" w14:textId="77777777" w:rsidR="005D0021" w:rsidRPr="00B62BEE" w:rsidRDefault="00B22B54" w:rsidP="00B62BEE">
      <w:pPr>
        <w:autoSpaceDE w:val="0"/>
        <w:autoSpaceDN w:val="0"/>
        <w:adjustRightInd w:val="0"/>
        <w:jc w:val="left"/>
        <w:rPr>
          <w:rFonts w:asciiTheme="minorHAnsi" w:hAnsiTheme="minorHAnsi"/>
          <w:sz w:val="14"/>
          <w:szCs w:val="14"/>
        </w:rPr>
      </w:pPr>
      <w:r w:rsidRPr="00B22B54">
        <w:rPr>
          <w:rFonts w:asciiTheme="minorHAnsi" w:eastAsiaTheme="minorHAnsi" w:hAnsiTheme="minorHAnsi" w:cs="WILOPlusFM"/>
          <w:color w:val="1A1A18"/>
          <w:sz w:val="14"/>
          <w:szCs w:val="14"/>
        </w:rPr>
        <w:t>Mehr Informatio</w:t>
      </w:r>
      <w:r>
        <w:rPr>
          <w:rFonts w:asciiTheme="minorHAnsi" w:eastAsiaTheme="minorHAnsi" w:hAnsiTheme="minorHAnsi" w:cs="WILOPlusFM"/>
          <w:color w:val="1A1A18"/>
          <w:sz w:val="14"/>
          <w:szCs w:val="14"/>
        </w:rPr>
        <w:t>n</w:t>
      </w:r>
      <w:r w:rsidRPr="00B22B54">
        <w:rPr>
          <w:rFonts w:asciiTheme="minorHAnsi" w:eastAsiaTheme="minorHAnsi" w:hAnsiTheme="minorHAnsi" w:cs="WILOPlusFM"/>
          <w:color w:val="1A1A18"/>
          <w:sz w:val="14"/>
          <w:szCs w:val="14"/>
        </w:rPr>
        <w:t>en un</w:t>
      </w:r>
      <w:r>
        <w:rPr>
          <w:rFonts w:asciiTheme="minorHAnsi" w:eastAsiaTheme="minorHAnsi" w:hAnsiTheme="minorHAnsi" w:cs="WILOPlusFM"/>
          <w:color w:val="1A1A18"/>
          <w:sz w:val="14"/>
          <w:szCs w:val="14"/>
        </w:rPr>
        <w:t>ter</w:t>
      </w:r>
      <w:r w:rsidR="005D0021" w:rsidRPr="00B22B54">
        <w:rPr>
          <w:rFonts w:asciiTheme="minorHAnsi" w:eastAsiaTheme="minorHAnsi" w:hAnsiTheme="minorHAnsi" w:cs="WILOPlusFM"/>
          <w:color w:val="1A1A18"/>
          <w:sz w:val="14"/>
          <w:szCs w:val="14"/>
        </w:rPr>
        <w:t xml:space="preserve"> </w:t>
      </w:r>
      <w:hyperlink r:id="rId10" w:history="1">
        <w:r w:rsidR="005D0021" w:rsidRPr="00B22B54">
          <w:rPr>
            <w:rStyle w:val="Hyperlink"/>
            <w:rFonts w:asciiTheme="minorHAnsi" w:eastAsiaTheme="minorHAnsi" w:hAnsiTheme="minorHAnsi" w:cs="WILOPlusFM"/>
            <w:sz w:val="14"/>
            <w:szCs w:val="14"/>
          </w:rPr>
          <w:t>www.wilo.com</w:t>
        </w:r>
      </w:hyperlink>
      <w:r w:rsidR="00B62BEE">
        <w:rPr>
          <w:rFonts w:asciiTheme="minorHAnsi" w:hAnsiTheme="minorHAnsi"/>
          <w:sz w:val="14"/>
          <w:szCs w:val="14"/>
        </w:rPr>
        <w:t>.</w:t>
      </w:r>
    </w:p>
    <w:sectPr w:rsidR="005D0021" w:rsidRPr="00B62BEE" w:rsidSect="003E20BA">
      <w:headerReference w:type="default" r:id="rId11"/>
      <w:footerReference w:type="default" r:id="rId12"/>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F79BE4" w14:textId="77777777" w:rsidR="00022831" w:rsidRDefault="00022831" w:rsidP="00A81BAD">
      <w:pPr>
        <w:spacing w:line="240" w:lineRule="auto"/>
      </w:pPr>
      <w:r>
        <w:separator/>
      </w:r>
    </w:p>
  </w:endnote>
  <w:endnote w:type="continuationSeparator" w:id="0">
    <w:p w14:paraId="44D55FD5" w14:textId="77777777" w:rsidR="00022831" w:rsidRDefault="00022831"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30944281" w14:textId="77777777" w:rsidTr="00015019">
      <w:trPr>
        <w:trHeight w:val="80"/>
      </w:trPr>
      <w:tc>
        <w:tcPr>
          <w:tcW w:w="2436" w:type="dxa"/>
        </w:tcPr>
        <w:p w14:paraId="3BD6DEED" w14:textId="77777777" w:rsidR="00801F56" w:rsidRPr="00B33D2D" w:rsidRDefault="00B62BEE" w:rsidP="00B33D2D">
          <w:pPr>
            <w:tabs>
              <w:tab w:val="left" w:pos="142"/>
            </w:tabs>
            <w:spacing w:line="180" w:lineRule="atLeast"/>
            <w:rPr>
              <w:color w:val="505050" w:themeColor="accent2"/>
              <w:sz w:val="12"/>
            </w:rPr>
          </w:pPr>
          <w:r>
            <w:rPr>
              <w:color w:val="505050" w:themeColor="accent2"/>
              <w:sz w:val="12"/>
            </w:rPr>
            <w:br/>
          </w:r>
          <w:r w:rsidR="00801F56">
            <w:rPr>
              <w:color w:val="505050" w:themeColor="accent2"/>
              <w:sz w:val="12"/>
            </w:rPr>
            <w:t>WILO SE</w:t>
          </w:r>
        </w:p>
        <w:p w14:paraId="3D330729" w14:textId="77777777" w:rsidR="00801F56" w:rsidRPr="00B33D2D" w:rsidRDefault="00376656" w:rsidP="00B33D2D">
          <w:pPr>
            <w:tabs>
              <w:tab w:val="left" w:pos="142"/>
            </w:tabs>
            <w:spacing w:line="180" w:lineRule="atLeast"/>
            <w:rPr>
              <w:color w:val="505050" w:themeColor="accent2"/>
              <w:sz w:val="12"/>
            </w:rPr>
          </w:pPr>
          <w:r>
            <w:rPr>
              <w:color w:val="505050" w:themeColor="accent2"/>
              <w:sz w:val="12"/>
            </w:rPr>
            <w:t>Wilopark</w:t>
          </w:r>
          <w:r w:rsidR="00801F56">
            <w:rPr>
              <w:color w:val="505050" w:themeColor="accent2"/>
              <w:sz w:val="12"/>
            </w:rPr>
            <w:t> 1</w:t>
          </w:r>
        </w:p>
        <w:p w14:paraId="69A67A4C"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44263 Dortmund</w:t>
          </w:r>
        </w:p>
        <w:p w14:paraId="32AE9D9C"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Deutschland</w:t>
          </w:r>
        </w:p>
      </w:tc>
      <w:tc>
        <w:tcPr>
          <w:tcW w:w="2478" w:type="dxa"/>
        </w:tcPr>
        <w:p w14:paraId="6FE14801" w14:textId="77777777" w:rsidR="00801F56" w:rsidRPr="00B33D2D" w:rsidRDefault="00801F56" w:rsidP="00B33D2D">
          <w:pPr>
            <w:tabs>
              <w:tab w:val="left" w:pos="142"/>
            </w:tabs>
            <w:spacing w:line="180" w:lineRule="atLeast"/>
            <w:rPr>
              <w:color w:val="505050" w:themeColor="accent2"/>
              <w:sz w:val="12"/>
            </w:rPr>
          </w:pPr>
        </w:p>
      </w:tc>
    </w:tr>
  </w:tbl>
  <w:p w14:paraId="42C81752"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00BA52" w14:textId="77777777" w:rsidR="00022831" w:rsidRDefault="00022831" w:rsidP="00A81BAD">
      <w:pPr>
        <w:spacing w:line="240" w:lineRule="auto"/>
      </w:pPr>
      <w:r>
        <w:separator/>
      </w:r>
    </w:p>
  </w:footnote>
  <w:footnote w:type="continuationSeparator" w:id="0">
    <w:p w14:paraId="1726159F" w14:textId="77777777" w:rsidR="00022831" w:rsidRDefault="00022831"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9ED14" w14:textId="77777777" w:rsidR="00801F56" w:rsidRDefault="00801F56" w:rsidP="00725BE1">
    <w:pPr>
      <w:pStyle w:val="Kopfzeile"/>
      <w:rPr>
        <w:b/>
        <w:color w:val="008A69"/>
        <w:sz w:val="32"/>
      </w:rPr>
    </w:pPr>
  </w:p>
  <w:p w14:paraId="3BC8C885" w14:textId="77777777" w:rsidR="00801F56" w:rsidRDefault="00801F56" w:rsidP="00725BE1">
    <w:pPr>
      <w:pStyle w:val="Kopfzeile"/>
      <w:rPr>
        <w:b/>
        <w:color w:val="008A69"/>
        <w:sz w:val="32"/>
      </w:rPr>
    </w:pPr>
  </w:p>
  <w:p w14:paraId="20C16F42" w14:textId="77777777" w:rsidR="00801F56" w:rsidRDefault="00801F56" w:rsidP="00725BE1">
    <w:pPr>
      <w:pStyle w:val="Kopfzeile"/>
      <w:rPr>
        <w:b/>
        <w:color w:val="008A69"/>
        <w:sz w:val="32"/>
      </w:rPr>
    </w:pPr>
  </w:p>
  <w:p w14:paraId="37D601C1" w14:textId="77777777" w:rsidR="00801F56" w:rsidRPr="002D57F3" w:rsidRDefault="00801F56" w:rsidP="00725BE1">
    <w:pPr>
      <w:pStyle w:val="Kopfzeile"/>
      <w:rPr>
        <w:b/>
        <w:color w:val="009C82" w:themeColor="accent1"/>
        <w:sz w:val="32"/>
      </w:rPr>
    </w:pPr>
    <w:r w:rsidRPr="002D57F3">
      <w:rPr>
        <w:b/>
        <w:color w:val="009C82" w:themeColor="accent1"/>
        <w:sz w:val="32"/>
      </w:rPr>
      <w:t>Presseinformation</w:t>
    </w:r>
  </w:p>
  <w:p w14:paraId="280E2D98" w14:textId="77777777" w:rsidR="00801F56" w:rsidRDefault="00801F56" w:rsidP="00DA28B7">
    <w:pPr>
      <w:pStyle w:val="Kopfzeile"/>
    </w:pPr>
    <w:r>
      <w:rPr>
        <w:noProof/>
        <w:lang w:bidi="ar-SA"/>
      </w:rPr>
      <w:drawing>
        <wp:anchor distT="0" distB="0" distL="114300" distR="114300" simplePos="0" relativeHeight="251663360" behindDoc="1" locked="1" layoutInCell="1" allowOverlap="1" wp14:anchorId="0315F814" wp14:editId="7CDAC80A">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022831"/>
    <w:rsid w:val="0000597F"/>
    <w:rsid w:val="000075FE"/>
    <w:rsid w:val="000123F4"/>
    <w:rsid w:val="00015019"/>
    <w:rsid w:val="00017C28"/>
    <w:rsid w:val="00022831"/>
    <w:rsid w:val="00024127"/>
    <w:rsid w:val="00024468"/>
    <w:rsid w:val="00040C8C"/>
    <w:rsid w:val="00041B6C"/>
    <w:rsid w:val="00046472"/>
    <w:rsid w:val="000B742A"/>
    <w:rsid w:val="000B74E5"/>
    <w:rsid w:val="000C3E61"/>
    <w:rsid w:val="000D0A6A"/>
    <w:rsid w:val="000F0E62"/>
    <w:rsid w:val="000F2398"/>
    <w:rsid w:val="000F4857"/>
    <w:rsid w:val="00105645"/>
    <w:rsid w:val="00133B82"/>
    <w:rsid w:val="0014363E"/>
    <w:rsid w:val="001473CB"/>
    <w:rsid w:val="00147E86"/>
    <w:rsid w:val="0015646E"/>
    <w:rsid w:val="00162A25"/>
    <w:rsid w:val="00172A94"/>
    <w:rsid w:val="00175B40"/>
    <w:rsid w:val="001A14DF"/>
    <w:rsid w:val="001A2D56"/>
    <w:rsid w:val="001C6241"/>
    <w:rsid w:val="001D0B21"/>
    <w:rsid w:val="001E47A8"/>
    <w:rsid w:val="001E4D6A"/>
    <w:rsid w:val="001E5266"/>
    <w:rsid w:val="001E54D7"/>
    <w:rsid w:val="001E5AD5"/>
    <w:rsid w:val="001F3660"/>
    <w:rsid w:val="001F4FA0"/>
    <w:rsid w:val="001F5188"/>
    <w:rsid w:val="00202FA0"/>
    <w:rsid w:val="00210B5B"/>
    <w:rsid w:val="00215C1E"/>
    <w:rsid w:val="002165F4"/>
    <w:rsid w:val="0022443F"/>
    <w:rsid w:val="00230D75"/>
    <w:rsid w:val="0023786C"/>
    <w:rsid w:val="00240BD4"/>
    <w:rsid w:val="00246CC1"/>
    <w:rsid w:val="0025040C"/>
    <w:rsid w:val="00254E3D"/>
    <w:rsid w:val="00261CDB"/>
    <w:rsid w:val="00273069"/>
    <w:rsid w:val="002763F2"/>
    <w:rsid w:val="002A1E43"/>
    <w:rsid w:val="002A469D"/>
    <w:rsid w:val="002D2597"/>
    <w:rsid w:val="002D57F3"/>
    <w:rsid w:val="002D75CA"/>
    <w:rsid w:val="002E36DF"/>
    <w:rsid w:val="002E538F"/>
    <w:rsid w:val="002F21D9"/>
    <w:rsid w:val="002F561C"/>
    <w:rsid w:val="003000E6"/>
    <w:rsid w:val="00307242"/>
    <w:rsid w:val="0031629E"/>
    <w:rsid w:val="003359E9"/>
    <w:rsid w:val="00336B36"/>
    <w:rsid w:val="00340C7F"/>
    <w:rsid w:val="00345FE9"/>
    <w:rsid w:val="00376656"/>
    <w:rsid w:val="003A63C1"/>
    <w:rsid w:val="003E20BA"/>
    <w:rsid w:val="00401E90"/>
    <w:rsid w:val="0041307D"/>
    <w:rsid w:val="00413C96"/>
    <w:rsid w:val="004167D8"/>
    <w:rsid w:val="00436168"/>
    <w:rsid w:val="00441D95"/>
    <w:rsid w:val="0044462D"/>
    <w:rsid w:val="00462C02"/>
    <w:rsid w:val="00487D4D"/>
    <w:rsid w:val="00497FAB"/>
    <w:rsid w:val="004A2FD9"/>
    <w:rsid w:val="004B737F"/>
    <w:rsid w:val="004F6D3B"/>
    <w:rsid w:val="004F7A3A"/>
    <w:rsid w:val="005241AA"/>
    <w:rsid w:val="00525BE7"/>
    <w:rsid w:val="005550E5"/>
    <w:rsid w:val="00580F5D"/>
    <w:rsid w:val="0058637F"/>
    <w:rsid w:val="0059780B"/>
    <w:rsid w:val="00597966"/>
    <w:rsid w:val="005B2D45"/>
    <w:rsid w:val="005B4A2B"/>
    <w:rsid w:val="005B6E01"/>
    <w:rsid w:val="005C2D26"/>
    <w:rsid w:val="005C7485"/>
    <w:rsid w:val="005D0021"/>
    <w:rsid w:val="00616DFE"/>
    <w:rsid w:val="00617856"/>
    <w:rsid w:val="006314C3"/>
    <w:rsid w:val="006731B5"/>
    <w:rsid w:val="00683238"/>
    <w:rsid w:val="006924A4"/>
    <w:rsid w:val="006971AD"/>
    <w:rsid w:val="006A501E"/>
    <w:rsid w:val="006A741C"/>
    <w:rsid w:val="006C7045"/>
    <w:rsid w:val="006C75AE"/>
    <w:rsid w:val="006E3402"/>
    <w:rsid w:val="006E48CA"/>
    <w:rsid w:val="006F33BA"/>
    <w:rsid w:val="00707B34"/>
    <w:rsid w:val="007139A8"/>
    <w:rsid w:val="00725BE1"/>
    <w:rsid w:val="00731296"/>
    <w:rsid w:val="007446A9"/>
    <w:rsid w:val="00752441"/>
    <w:rsid w:val="00753B4A"/>
    <w:rsid w:val="00756659"/>
    <w:rsid w:val="00763CB8"/>
    <w:rsid w:val="007647B9"/>
    <w:rsid w:val="00784716"/>
    <w:rsid w:val="00785B94"/>
    <w:rsid w:val="00791BC5"/>
    <w:rsid w:val="00791C69"/>
    <w:rsid w:val="00793CCA"/>
    <w:rsid w:val="007C0C72"/>
    <w:rsid w:val="007D1473"/>
    <w:rsid w:val="007E2AA5"/>
    <w:rsid w:val="00801C48"/>
    <w:rsid w:val="00801F56"/>
    <w:rsid w:val="00802B9F"/>
    <w:rsid w:val="00813F19"/>
    <w:rsid w:val="00822D4D"/>
    <w:rsid w:val="00830F5E"/>
    <w:rsid w:val="00831BD1"/>
    <w:rsid w:val="00837685"/>
    <w:rsid w:val="00846946"/>
    <w:rsid w:val="00847293"/>
    <w:rsid w:val="00847D4D"/>
    <w:rsid w:val="008603A3"/>
    <w:rsid w:val="008B50B1"/>
    <w:rsid w:val="008B60CF"/>
    <w:rsid w:val="008D33B2"/>
    <w:rsid w:val="008D3BC2"/>
    <w:rsid w:val="008F6A7C"/>
    <w:rsid w:val="00900D28"/>
    <w:rsid w:val="00911A4A"/>
    <w:rsid w:val="00920D1D"/>
    <w:rsid w:val="009217A1"/>
    <w:rsid w:val="00927B40"/>
    <w:rsid w:val="0095318D"/>
    <w:rsid w:val="00954404"/>
    <w:rsid w:val="00955607"/>
    <w:rsid w:val="00967E79"/>
    <w:rsid w:val="009741C9"/>
    <w:rsid w:val="009A0648"/>
    <w:rsid w:val="009A3855"/>
    <w:rsid w:val="009B43BD"/>
    <w:rsid w:val="009C44A7"/>
    <w:rsid w:val="009D0420"/>
    <w:rsid w:val="009E432A"/>
    <w:rsid w:val="009F6E4F"/>
    <w:rsid w:val="00A03CD2"/>
    <w:rsid w:val="00A04366"/>
    <w:rsid w:val="00A163DE"/>
    <w:rsid w:val="00A227D6"/>
    <w:rsid w:val="00A30D30"/>
    <w:rsid w:val="00A35A82"/>
    <w:rsid w:val="00A43F5D"/>
    <w:rsid w:val="00A464F0"/>
    <w:rsid w:val="00A57333"/>
    <w:rsid w:val="00A60728"/>
    <w:rsid w:val="00A66CEF"/>
    <w:rsid w:val="00A81BAD"/>
    <w:rsid w:val="00A8693D"/>
    <w:rsid w:val="00A92B0A"/>
    <w:rsid w:val="00AA0D0E"/>
    <w:rsid w:val="00AA3DD9"/>
    <w:rsid w:val="00AA77E0"/>
    <w:rsid w:val="00AC3CFF"/>
    <w:rsid w:val="00AD4399"/>
    <w:rsid w:val="00AD6C82"/>
    <w:rsid w:val="00AE20A7"/>
    <w:rsid w:val="00AF071F"/>
    <w:rsid w:val="00AF6A3C"/>
    <w:rsid w:val="00B06DB8"/>
    <w:rsid w:val="00B22B54"/>
    <w:rsid w:val="00B2592F"/>
    <w:rsid w:val="00B33D2D"/>
    <w:rsid w:val="00B366DE"/>
    <w:rsid w:val="00B5762A"/>
    <w:rsid w:val="00B57A9B"/>
    <w:rsid w:val="00B62BEE"/>
    <w:rsid w:val="00BA0716"/>
    <w:rsid w:val="00BA5B9B"/>
    <w:rsid w:val="00BA7B72"/>
    <w:rsid w:val="00BB1C37"/>
    <w:rsid w:val="00BB3A73"/>
    <w:rsid w:val="00BC096D"/>
    <w:rsid w:val="00BC5441"/>
    <w:rsid w:val="00BD5C27"/>
    <w:rsid w:val="00BD61D5"/>
    <w:rsid w:val="00BD6D30"/>
    <w:rsid w:val="00BF427D"/>
    <w:rsid w:val="00C1341B"/>
    <w:rsid w:val="00C801C8"/>
    <w:rsid w:val="00CB6804"/>
    <w:rsid w:val="00CC1F6F"/>
    <w:rsid w:val="00CD0745"/>
    <w:rsid w:val="00CD30AF"/>
    <w:rsid w:val="00CD4F34"/>
    <w:rsid w:val="00CD7149"/>
    <w:rsid w:val="00D153B8"/>
    <w:rsid w:val="00D22936"/>
    <w:rsid w:val="00D23D6A"/>
    <w:rsid w:val="00D4318C"/>
    <w:rsid w:val="00D50795"/>
    <w:rsid w:val="00D65C00"/>
    <w:rsid w:val="00D73468"/>
    <w:rsid w:val="00D769EF"/>
    <w:rsid w:val="00D93A9D"/>
    <w:rsid w:val="00DA28B7"/>
    <w:rsid w:val="00DB4780"/>
    <w:rsid w:val="00DC2B22"/>
    <w:rsid w:val="00DC750D"/>
    <w:rsid w:val="00DD27EB"/>
    <w:rsid w:val="00DD4A09"/>
    <w:rsid w:val="00E24028"/>
    <w:rsid w:val="00E25373"/>
    <w:rsid w:val="00E27E25"/>
    <w:rsid w:val="00E420F6"/>
    <w:rsid w:val="00E47785"/>
    <w:rsid w:val="00E514BA"/>
    <w:rsid w:val="00E56399"/>
    <w:rsid w:val="00E62EB1"/>
    <w:rsid w:val="00E97B3E"/>
    <w:rsid w:val="00EA34AF"/>
    <w:rsid w:val="00EA737E"/>
    <w:rsid w:val="00EB2161"/>
    <w:rsid w:val="00ED306E"/>
    <w:rsid w:val="00ED3896"/>
    <w:rsid w:val="00EE597E"/>
    <w:rsid w:val="00EE7755"/>
    <w:rsid w:val="00EF0354"/>
    <w:rsid w:val="00F025C1"/>
    <w:rsid w:val="00F1527A"/>
    <w:rsid w:val="00F16DA9"/>
    <w:rsid w:val="00F16E60"/>
    <w:rsid w:val="00F278AA"/>
    <w:rsid w:val="00F5229E"/>
    <w:rsid w:val="00F726A9"/>
    <w:rsid w:val="00F7537A"/>
    <w:rsid w:val="00F77DD2"/>
    <w:rsid w:val="00F962BE"/>
    <w:rsid w:val="00FA681D"/>
    <w:rsid w:val="00FD338B"/>
    <w:rsid w:val="00FD7CFF"/>
    <w:rsid w:val="00FE6C1E"/>
    <w:rsid w:val="00FF0D93"/>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273511"/>
  <w15:docId w15:val="{27E5B0C7-08E5-4840-8CE0-DF91A059C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wilo.com" TargetMode="External"/><Relationship Id="rId4" Type="http://schemas.openxmlformats.org/officeDocument/2006/relationships/settings" Target="settings.xml"/><Relationship Id="rId9" Type="http://schemas.openxmlformats.org/officeDocument/2006/relationships/hyperlink" Target="mailto:silas.schefers@wilo.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P:\Government%20&amp;%20Public%20Affairs\Corporate%20Communications\Media%20Relations\Pressemitteilungen\2025\ZZ_Templates\2025_Vorlage_PM_DE.dotx" TargetMode="External"/></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2025_Vorlage_PM_DE</Template>
  <TotalTime>0</TotalTime>
  <Pages>2</Pages>
  <Words>387</Words>
  <Characters>2445</Characters>
  <Application>Microsoft Office Word</Application>
  <DocSecurity>0</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4</cp:revision>
  <cp:lastPrinted>2016-06-24T13:34:00Z</cp:lastPrinted>
  <dcterms:created xsi:type="dcterms:W3CDTF">2025-06-02T09:47:00Z</dcterms:created>
  <dcterms:modified xsi:type="dcterms:W3CDTF">2025-06-12T06:01:00Z</dcterms:modified>
</cp:coreProperties>
</file>